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3F8" w:rsidRDefault="00E403F8" w:rsidP="00E403F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E403F8" w:rsidRPr="00E403F8" w:rsidRDefault="00E403F8" w:rsidP="00E403F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E403F8" w:rsidRDefault="00E403F8" w:rsidP="00E403F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Investitor: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E403F8" w:rsidRPr="008B6F65" w:rsidRDefault="00E403F8" w:rsidP="00E403F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investitorja: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E403F8" w:rsidRDefault="00E403F8" w:rsidP="00E403F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investitorja: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E403F8" w:rsidRDefault="00E403F8" w:rsidP="00E403F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E403F8" w:rsidRPr="007062BA" w:rsidRDefault="00E403F8" w:rsidP="00E403F8">
      <w:pPr>
        <w:rPr>
          <w:rFonts w:ascii="Arial" w:hAnsi="Arial"/>
          <w:sz w:val="16"/>
          <w:szCs w:val="16"/>
        </w:rPr>
      </w:pPr>
    </w:p>
    <w:p w:rsidR="00E403F8" w:rsidRDefault="00A24072" w:rsidP="00A16282">
      <w:pPr>
        <w:spacing w:line="360" w:lineRule="auto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i</w:t>
      </w:r>
      <w:r w:rsidR="002524C6">
        <w:rPr>
          <w:rFonts w:ascii="Arial" w:hAnsi="Arial"/>
          <w:sz w:val="22"/>
          <w:szCs w:val="22"/>
        </w:rPr>
        <w:t>zdelal projektno dokumentacijo</w:t>
      </w:r>
      <w:r w:rsidR="00E403F8">
        <w:rPr>
          <w:rFonts w:ascii="Arial" w:hAnsi="Arial"/>
          <w:sz w:val="22"/>
          <w:szCs w:val="22"/>
        </w:rPr>
        <w:t>:</w:t>
      </w:r>
      <w:r w:rsidR="00E403F8">
        <w:t xml:space="preserve"> </w:t>
      </w:r>
      <w:r w:rsidR="00E403F8" w:rsidRPr="007E1495">
        <w:rPr>
          <w:sz w:val="22"/>
          <w:szCs w:val="22"/>
        </w:rPr>
        <w:t>____________</w:t>
      </w:r>
      <w:r w:rsidR="00E403F8">
        <w:rPr>
          <w:sz w:val="22"/>
          <w:szCs w:val="22"/>
        </w:rPr>
        <w:t>_______________________________</w:t>
      </w:r>
      <w:r w:rsidR="00A16282">
        <w:rPr>
          <w:sz w:val="22"/>
          <w:szCs w:val="22"/>
        </w:rPr>
        <w:t>______</w:t>
      </w:r>
      <w:r>
        <w:rPr>
          <w:sz w:val="22"/>
          <w:szCs w:val="22"/>
        </w:rPr>
        <w:t>____</w:t>
      </w:r>
    </w:p>
    <w:p w:rsidR="00E403F8" w:rsidRPr="00E8197A" w:rsidRDefault="00E403F8" w:rsidP="00A16282">
      <w:pPr>
        <w:spacing w:line="360" w:lineRule="auto"/>
        <w:ind w:right="56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  <w:r w:rsidR="00A24072">
        <w:rPr>
          <w:sz w:val="22"/>
          <w:szCs w:val="22"/>
        </w:rPr>
        <w:t>__________________________________________________________________________________</w:t>
      </w:r>
    </w:p>
    <w:p w:rsidR="00E403F8" w:rsidRDefault="00A16282" w:rsidP="00E403F8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 w:rsidRPr="00A24072">
        <w:rPr>
          <w:b w:val="0"/>
          <w:sz w:val="22"/>
          <w:szCs w:val="22"/>
        </w:rPr>
        <w:t>izgradnja hodnika v dolžini</w:t>
      </w:r>
      <w:r w:rsidR="00E403F8" w:rsidRPr="00A24072">
        <w:rPr>
          <w:b w:val="0"/>
          <w:sz w:val="22"/>
          <w:szCs w:val="22"/>
        </w:rPr>
        <w:t>:</w:t>
      </w:r>
      <w:r w:rsidR="00E403F8">
        <w:rPr>
          <w:b w:val="0"/>
          <w:sz w:val="22"/>
          <w:szCs w:val="22"/>
        </w:rPr>
        <w:t xml:space="preserve"> </w:t>
      </w:r>
      <w:r w:rsidR="00E403F8">
        <w:rPr>
          <w:rFonts w:ascii="Times New Roman" w:hAnsi="Times New Roman"/>
          <w:b w:val="0"/>
          <w:sz w:val="22"/>
          <w:szCs w:val="22"/>
        </w:rPr>
        <w:t>_____________</w:t>
      </w:r>
      <w:r w:rsidR="00974BA8">
        <w:rPr>
          <w:rFonts w:ascii="Times New Roman" w:hAnsi="Times New Roman"/>
          <w:b w:val="0"/>
          <w:sz w:val="22"/>
          <w:szCs w:val="22"/>
        </w:rPr>
        <w:t>__</w:t>
      </w:r>
      <w:r w:rsidRPr="00A16282">
        <w:rPr>
          <w:b w:val="0"/>
          <w:sz w:val="22"/>
          <w:szCs w:val="22"/>
        </w:rPr>
        <w:t xml:space="preserve"> m</w:t>
      </w:r>
    </w:p>
    <w:p w:rsidR="00E403F8" w:rsidRDefault="00E403F8" w:rsidP="00E403F8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E403F8" w:rsidRDefault="00E403F8" w:rsidP="00E403F8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kraj izvedbe: </w:t>
      </w:r>
      <w:r>
        <w:rPr>
          <w:rFonts w:ascii="Times New Roman" w:hAnsi="Times New Roman"/>
          <w:b w:val="0"/>
          <w:sz w:val="22"/>
          <w:szCs w:val="22"/>
        </w:rPr>
        <w:t>________________</w:t>
      </w:r>
      <w:bookmarkStart w:id="0" w:name="_GoBack"/>
      <w:bookmarkEnd w:id="0"/>
      <w:r>
        <w:rPr>
          <w:rFonts w:ascii="Times New Roman" w:hAnsi="Times New Roman"/>
          <w:b w:val="0"/>
          <w:sz w:val="22"/>
          <w:szCs w:val="22"/>
        </w:rPr>
        <w:t>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</w:p>
    <w:p w:rsidR="00E403F8" w:rsidRPr="0097008F" w:rsidRDefault="00E403F8" w:rsidP="00E403F8"/>
    <w:p w:rsidR="00E403F8" w:rsidRDefault="00E403F8" w:rsidP="00E403F8"/>
    <w:p w:rsidR="00E403F8" w:rsidRDefault="00E403F8" w:rsidP="00E403F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E403F8" w:rsidRDefault="00E403F8" w:rsidP="00E403F8">
      <w:pPr>
        <w:rPr>
          <w:rFonts w:ascii="Arial" w:hAnsi="Arial"/>
          <w:b/>
          <w:sz w:val="22"/>
          <w:szCs w:val="22"/>
        </w:rPr>
      </w:pPr>
    </w:p>
    <w:p w:rsidR="00E403F8" w:rsidRPr="007062BA" w:rsidRDefault="00E403F8" w:rsidP="00E403F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E403F8" w:rsidRPr="007062BA" w:rsidRDefault="00E403F8" w:rsidP="00E403F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E403F8" w:rsidRDefault="00E403F8" w:rsidP="00E403F8"/>
    <w:p w:rsidR="00E403F8" w:rsidRDefault="00E403F8" w:rsidP="00E403F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</w:t>
      </w:r>
      <w:r w:rsidR="00A6367F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kaz</w:t>
      </w:r>
      <w:r w:rsidR="00A6367F">
        <w:rPr>
          <w:rFonts w:ascii="Arial" w:hAnsi="Arial"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 zamudo pri izvajanju del.</w:t>
      </w:r>
    </w:p>
    <w:p w:rsidR="00E403F8" w:rsidRDefault="00E403F8" w:rsidP="00E403F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E403F8" w:rsidRDefault="00E403F8" w:rsidP="00E403F8">
      <w:pPr>
        <w:rPr>
          <w:rFonts w:ascii="Arial" w:hAnsi="Arial"/>
          <w:i/>
          <w:sz w:val="16"/>
          <w:szCs w:val="16"/>
        </w:rPr>
      </w:pPr>
    </w:p>
    <w:p w:rsidR="00E403F8" w:rsidRPr="009546B7" w:rsidRDefault="00E403F8" w:rsidP="00E403F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E403F8" w:rsidRDefault="00E403F8" w:rsidP="00E403F8">
      <w:pPr>
        <w:rPr>
          <w:rFonts w:ascii="Arial" w:hAnsi="Arial"/>
          <w:i/>
          <w:sz w:val="16"/>
          <w:szCs w:val="16"/>
        </w:rPr>
      </w:pPr>
    </w:p>
    <w:p w:rsidR="00E403F8" w:rsidRPr="009546B7" w:rsidRDefault="00E403F8" w:rsidP="00E403F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E403F8" w:rsidRPr="009546B7" w:rsidRDefault="00E403F8" w:rsidP="00E403F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E403F8" w:rsidRPr="009546B7" w:rsidRDefault="00E403F8" w:rsidP="00E403F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E403F8" w:rsidRPr="007062BA" w:rsidRDefault="00E403F8" w:rsidP="00E403F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E403F8" w:rsidRDefault="00E403F8" w:rsidP="00E403F8">
      <w:pPr>
        <w:pStyle w:val="Telobesedila-zamik"/>
        <w:rPr>
          <w:rFonts w:ascii="Arial" w:hAnsi="Arial"/>
          <w:szCs w:val="22"/>
        </w:rPr>
      </w:pPr>
    </w:p>
    <w:p w:rsidR="00E403F8" w:rsidRDefault="00E403F8" w:rsidP="00E403F8">
      <w:pPr>
        <w:rPr>
          <w:rFonts w:ascii="Arial" w:hAnsi="Arial"/>
          <w:sz w:val="22"/>
          <w:szCs w:val="22"/>
        </w:rPr>
      </w:pPr>
    </w:p>
    <w:tbl>
      <w:tblPr>
        <w:tblW w:w="9638" w:type="dxa"/>
        <w:tblLook w:val="01E0" w:firstRow="1" w:lastRow="1" w:firstColumn="1" w:lastColumn="1" w:noHBand="0" w:noVBand="0"/>
      </w:tblPr>
      <w:tblGrid>
        <w:gridCol w:w="974"/>
        <w:gridCol w:w="1466"/>
        <w:gridCol w:w="1031"/>
        <w:gridCol w:w="1384"/>
        <w:gridCol w:w="1610"/>
        <w:gridCol w:w="3173"/>
      </w:tblGrid>
      <w:tr w:rsidR="00E403F8" w:rsidRPr="00E23658" w:rsidTr="00E970BE">
        <w:tc>
          <w:tcPr>
            <w:tcW w:w="974" w:type="dxa"/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466" w:type="dxa"/>
            <w:tcBorders>
              <w:bottom w:val="dotted" w:sz="4" w:space="0" w:color="auto"/>
            </w:tcBorders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31" w:type="dxa"/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84" w:type="dxa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INVESTITOR:</w:t>
            </w:r>
          </w:p>
        </w:tc>
        <w:tc>
          <w:tcPr>
            <w:tcW w:w="3173" w:type="dxa"/>
            <w:tcBorders>
              <w:bottom w:val="dotted" w:sz="4" w:space="0" w:color="auto"/>
            </w:tcBorders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403F8" w:rsidRPr="00E23658" w:rsidTr="00A6367F">
        <w:tc>
          <w:tcPr>
            <w:tcW w:w="974" w:type="dxa"/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6" w:type="dxa"/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31" w:type="dxa"/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84" w:type="dxa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173" w:type="dxa"/>
            <w:tcBorders>
              <w:top w:val="dotted" w:sz="4" w:space="0" w:color="auto"/>
            </w:tcBorders>
            <w:shd w:val="clear" w:color="auto" w:fill="auto"/>
          </w:tcPr>
          <w:p w:rsidR="00E403F8" w:rsidRPr="00E23658" w:rsidRDefault="00E403F8" w:rsidP="00E403F8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E403F8" w:rsidRDefault="00E403F8" w:rsidP="00E403F8">
      <w:pPr>
        <w:rPr>
          <w:rFonts w:ascii="Arial" w:hAnsi="Arial"/>
          <w:sz w:val="22"/>
          <w:szCs w:val="22"/>
        </w:rPr>
      </w:pPr>
    </w:p>
    <w:p w:rsidR="00E403F8" w:rsidRDefault="00E403F8" w:rsidP="00E403F8">
      <w:pPr>
        <w:rPr>
          <w:rFonts w:ascii="Arial" w:hAnsi="Arial"/>
          <w:sz w:val="22"/>
          <w:szCs w:val="22"/>
        </w:rPr>
      </w:pPr>
    </w:p>
    <w:p w:rsidR="00E20C14" w:rsidRPr="00E403F8" w:rsidRDefault="00E403F8" w:rsidP="00A24072">
      <w:pPr>
        <w:pStyle w:val="Noga"/>
        <w:pBdr>
          <w:top w:val="single" w:sz="4" w:space="1" w:color="auto"/>
        </w:pBdr>
        <w:jc w:val="both"/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investitorja</w:t>
      </w:r>
      <w:r w:rsidRPr="0097008F">
        <w:rPr>
          <w:rFonts w:ascii="Arial" w:hAnsi="Arial" w:cs="Arial"/>
          <w:i/>
          <w:sz w:val="18"/>
        </w:rPr>
        <w:t xml:space="preserve"> za katerega je ponudnik izvedel dela.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sectPr w:rsidR="00E20C14" w:rsidRPr="00E403F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AA7" w:rsidRDefault="006C7AA7">
      <w:r>
        <w:separator/>
      </w:r>
    </w:p>
  </w:endnote>
  <w:endnote w:type="continuationSeparator" w:id="0">
    <w:p w:rsidR="006C7AA7" w:rsidRDefault="006C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AA7" w:rsidRDefault="006C7AA7">
      <w:r>
        <w:separator/>
      </w:r>
    </w:p>
  </w:footnote>
  <w:footnote w:type="continuationSeparator" w:id="0">
    <w:p w:rsidR="006C7AA7" w:rsidRDefault="006C7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777D6"/>
    <w:rsid w:val="000937AD"/>
    <w:rsid w:val="00097EA5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4C6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74593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34906"/>
    <w:rsid w:val="00542C88"/>
    <w:rsid w:val="00544441"/>
    <w:rsid w:val="00546C97"/>
    <w:rsid w:val="00587C9B"/>
    <w:rsid w:val="005A0E16"/>
    <w:rsid w:val="005B3138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C7AA7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74BA8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6282"/>
    <w:rsid w:val="00A17A30"/>
    <w:rsid w:val="00A24072"/>
    <w:rsid w:val="00A33746"/>
    <w:rsid w:val="00A40B58"/>
    <w:rsid w:val="00A4348D"/>
    <w:rsid w:val="00A5042A"/>
    <w:rsid w:val="00A52B41"/>
    <w:rsid w:val="00A6367F"/>
    <w:rsid w:val="00A63C4A"/>
    <w:rsid w:val="00A65890"/>
    <w:rsid w:val="00A858FF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80108"/>
    <w:rsid w:val="00C819B2"/>
    <w:rsid w:val="00C83B91"/>
    <w:rsid w:val="00C86277"/>
    <w:rsid w:val="00CB752D"/>
    <w:rsid w:val="00CC61A7"/>
    <w:rsid w:val="00CD263C"/>
    <w:rsid w:val="00CD4ADE"/>
    <w:rsid w:val="00CE27B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DF5224"/>
    <w:rsid w:val="00E00722"/>
    <w:rsid w:val="00E047F7"/>
    <w:rsid w:val="00E04E2A"/>
    <w:rsid w:val="00E100F9"/>
    <w:rsid w:val="00E20C14"/>
    <w:rsid w:val="00E403F8"/>
    <w:rsid w:val="00E41D3F"/>
    <w:rsid w:val="00E5076E"/>
    <w:rsid w:val="00E54B66"/>
    <w:rsid w:val="00E6032D"/>
    <w:rsid w:val="00E718E1"/>
    <w:rsid w:val="00E7372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31007F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403F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E40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  <w:style w:type="character" w:customStyle="1" w:styleId="Naslov1Znak">
    <w:name w:val="Naslov 1 Znak"/>
    <w:basedOn w:val="Privzetapisavaodstavka"/>
    <w:link w:val="Naslov1"/>
    <w:rsid w:val="00E403F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E403F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E403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2361A-4CC5-480A-8D98-1F990B08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1747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praksa@obcina.lasko.org</cp:lastModifiedBy>
  <cp:revision>4</cp:revision>
  <cp:lastPrinted>2025-12-08T13:13:00Z</cp:lastPrinted>
  <dcterms:created xsi:type="dcterms:W3CDTF">2026-02-04T07:40:00Z</dcterms:created>
  <dcterms:modified xsi:type="dcterms:W3CDTF">2026-02-04T07:41:00Z</dcterms:modified>
</cp:coreProperties>
</file>